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AAED5" w14:textId="77777777" w:rsidR="00E363D1" w:rsidRPr="00E363D1" w:rsidRDefault="00E363D1" w:rsidP="00E363D1">
      <w:pPr>
        <w:widowControl w:val="0"/>
        <w:autoSpaceDE w:val="0"/>
        <w:autoSpaceDN w:val="0"/>
        <w:rPr>
          <w:rFonts w:eastAsia="Calibri" w:hAnsi="Calibri" w:cs="Calibri"/>
          <w:szCs w:val="24"/>
          <w:lang w:eastAsia="en-US"/>
        </w:rPr>
      </w:pPr>
      <w:r w:rsidRPr="00E363D1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3E3FC725" wp14:editId="3E3E1876">
            <wp:extent cx="59436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0DF3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7D0E04AE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color w:val="000000"/>
          <w:sz w:val="24"/>
          <w:szCs w:val="24"/>
        </w:rPr>
      </w:pPr>
      <w:r w:rsidRPr="001E4048">
        <w:rPr>
          <w:b/>
          <w:bCs/>
          <w:i/>
          <w:color w:val="000000"/>
          <w:sz w:val="24"/>
          <w:szCs w:val="24"/>
          <w:highlight w:val="yellow"/>
        </w:rPr>
        <w:t>CARTA INTESTATA DITTA</w:t>
      </w:r>
    </w:p>
    <w:p w14:paraId="1DD68C83" w14:textId="77777777" w:rsidR="00E363D1" w:rsidRPr="00E363D1" w:rsidRDefault="00E363D1" w:rsidP="00E363D1">
      <w:pPr>
        <w:autoSpaceDE w:val="0"/>
        <w:autoSpaceDN w:val="0"/>
        <w:adjustRightInd w:val="0"/>
        <w:spacing w:line="276" w:lineRule="auto"/>
        <w:rPr>
          <w:b/>
          <w:bCs/>
          <w:i/>
          <w:color w:val="000000"/>
          <w:sz w:val="24"/>
          <w:szCs w:val="24"/>
        </w:rPr>
      </w:pPr>
    </w:p>
    <w:p w14:paraId="4AD93676" w14:textId="77777777" w:rsidR="00E363D1" w:rsidRPr="00E363D1" w:rsidRDefault="00E363D1" w:rsidP="00E363D1">
      <w:pPr>
        <w:tabs>
          <w:tab w:val="left" w:pos="1733"/>
        </w:tabs>
        <w:spacing w:after="160" w:line="276" w:lineRule="auto"/>
        <w:ind w:right="284"/>
        <w:rPr>
          <w:rFonts w:ascii="Calibri" w:eastAsia="Calibri" w:hAnsi="Calibri" w:cs="Calibri"/>
          <w:bCs/>
          <w:i/>
          <w:iCs/>
          <w:kern w:val="2"/>
          <w:sz w:val="24"/>
          <w:szCs w:val="24"/>
          <w:lang w:eastAsia="en-US"/>
          <w14:ligatures w14:val="standardContextual"/>
        </w:rPr>
      </w:pPr>
      <w:r w:rsidRPr="00E363D1">
        <w:rPr>
          <w:rFonts w:ascii="Aptos" w:eastAsia="Aptos" w:hAnsi="Aptos"/>
          <w:b/>
          <w:i/>
          <w:iCs/>
          <w:kern w:val="2"/>
          <w:sz w:val="24"/>
          <w:szCs w:val="24"/>
          <w:lang w:eastAsia="en-US"/>
          <w14:ligatures w14:val="standardContextual"/>
        </w:rPr>
        <w:t xml:space="preserve">OGGETTO: </w:t>
      </w:r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Fondi Strutturali Europei – </w:t>
      </w:r>
      <w:bookmarkStart w:id="0" w:name="_Hlk170064213"/>
      <w:bookmarkStart w:id="1" w:name="_Hlk170065732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Programma Nazionale “Scuola e competenze” 2021-2027. Priorità 01 – Scuola e Competenze (FSE+) </w:t>
      </w:r>
      <w:bookmarkEnd w:id="0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– Fondo Sociale Europeo Plus – Obiettivo Specifico ESO4.6 – Azione A</w:t>
      </w:r>
      <w:proofErr w:type="gramStart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4.A</w:t>
      </w:r>
      <w:proofErr w:type="gramEnd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 – Sotto azione ESO4.6. A</w:t>
      </w:r>
      <w:proofErr w:type="gramStart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>4.A</w:t>
      </w:r>
      <w:proofErr w:type="gramEnd"/>
      <w:r w:rsidRPr="00E363D1">
        <w:rPr>
          <w:rFonts w:ascii="Aptos" w:eastAsia="Aptos" w:hAnsi="Aptos"/>
          <w:bCs/>
          <w:i/>
          <w:iCs/>
          <w:kern w:val="2"/>
          <w:sz w:val="24"/>
          <w:szCs w:val="24"/>
          <w:lang w:eastAsia="en-US"/>
          <w14:ligatures w14:val="standardContextual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  <w:bookmarkEnd w:id="1"/>
    </w:p>
    <w:p w14:paraId="3CECD998" w14:textId="77777777" w:rsidR="001E4048" w:rsidRPr="00412650" w:rsidRDefault="001E4048" w:rsidP="001E4048">
      <w:pPr>
        <w:pStyle w:val="NormaleWeb"/>
        <w:spacing w:before="0" w:beforeAutospacing="0" w:after="0" w:afterAutospacing="0"/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eastAsia="Palatino Linotype" w:hAnsi="Palatino Linotype" w:cs="Palatino Linotype"/>
          <w:b/>
          <w:bCs/>
          <w:sz w:val="22"/>
          <w:szCs w:val="22"/>
        </w:rPr>
        <w:t xml:space="preserve">Titolo Progetto: </w:t>
      </w:r>
      <w:r w:rsidRPr="00412650">
        <w:rPr>
          <w:rFonts w:ascii="Palatino Linotype" w:hAnsi="Palatino Linotype" w:cs="Calibri"/>
          <w:b/>
          <w:i/>
          <w:iCs/>
          <w:color w:val="000000"/>
          <w:sz w:val="22"/>
          <w:szCs w:val="22"/>
        </w:rPr>
        <w:t>“DIRE, FARE…SCUOLA INSIEME” </w:t>
      </w:r>
    </w:p>
    <w:p w14:paraId="656460DA" w14:textId="77777777" w:rsidR="001E4048" w:rsidRPr="00412650" w:rsidRDefault="001E4048" w:rsidP="001E4048">
      <w:pPr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CNP: ESO4.</w:t>
      </w:r>
      <w:proofErr w:type="gramStart"/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6.A</w:t>
      </w:r>
      <w:proofErr w:type="gramEnd"/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4.A-FSEPN-MA-2024-22</w:t>
      </w:r>
    </w:p>
    <w:p w14:paraId="56E473B8" w14:textId="77777777" w:rsidR="001E4048" w:rsidRPr="00412650" w:rsidRDefault="001E4048" w:rsidP="001E4048">
      <w:pPr>
        <w:shd w:val="clear" w:color="auto" w:fill="FFFFFF"/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>CUP: F44D24000480007</w:t>
      </w:r>
    </w:p>
    <w:p w14:paraId="300317F6" w14:textId="77777777" w:rsidR="00A60DBB" w:rsidRPr="00594B28" w:rsidRDefault="001E4048" w:rsidP="00A60DBB">
      <w:pPr>
        <w:shd w:val="clear" w:color="auto" w:fill="FFFFFF"/>
        <w:rPr>
          <w:rFonts w:ascii="Palatino Linotype" w:hAnsi="Palatino Linotype"/>
          <w:i/>
        </w:rPr>
      </w:pPr>
      <w:r w:rsidRPr="00412650">
        <w:rPr>
          <w:rFonts w:ascii="Palatino Linotype" w:hAnsi="Palatino Linotype" w:cs="Arial"/>
          <w:b/>
          <w:i/>
          <w:iCs/>
          <w:color w:val="1A1A1A"/>
          <w:sz w:val="22"/>
          <w:szCs w:val="22"/>
        </w:rPr>
        <w:t xml:space="preserve">CIG: </w:t>
      </w:r>
      <w:r w:rsidR="00A60DBB" w:rsidRPr="00594B28">
        <w:rPr>
          <w:rFonts w:ascii="Palatino Linotype" w:hAnsi="Palatino Linotype" w:cs="TitilliumWeb-Regular"/>
          <w:i/>
        </w:rPr>
        <w:t>(inserire successivamente)</w:t>
      </w:r>
    </w:p>
    <w:p w14:paraId="01BB08FF" w14:textId="77777777" w:rsidR="00A60DBB" w:rsidRPr="00F11B48" w:rsidRDefault="00A60DBB" w:rsidP="00A60DBB">
      <w:pPr>
        <w:rPr>
          <w:rFonts w:ascii="Palatino Linotype" w:hAnsi="Palatino Linotype"/>
        </w:rPr>
      </w:pPr>
    </w:p>
    <w:p w14:paraId="69C3C10A" w14:textId="5D3E0999" w:rsidR="00E363D1" w:rsidRDefault="00E363D1" w:rsidP="00A60DBB">
      <w:pPr>
        <w:shd w:val="clear" w:color="auto" w:fill="FFFFFF"/>
        <w:rPr>
          <w:rFonts w:ascii="Calibri" w:hAnsi="Calibri"/>
          <w:bCs/>
          <w:sz w:val="36"/>
          <w:szCs w:val="36"/>
        </w:rPr>
      </w:pPr>
      <w:bookmarkStart w:id="2" w:name="_GoBack"/>
      <w:bookmarkEnd w:id="2"/>
    </w:p>
    <w:p w14:paraId="154FDEB5" w14:textId="1CC918A9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86632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F0A1F" w14:textId="77777777" w:rsidR="000E61BA" w:rsidRDefault="000E61BA">
      <w:r>
        <w:separator/>
      </w:r>
    </w:p>
  </w:endnote>
  <w:endnote w:type="continuationSeparator" w:id="0">
    <w:p w14:paraId="0FE12E9E" w14:textId="77777777" w:rsidR="000E61BA" w:rsidRDefault="000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4A8D54B6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A60DBB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9AD5C" w14:textId="77777777" w:rsidR="000E61BA" w:rsidRDefault="000E61BA">
      <w:r>
        <w:separator/>
      </w:r>
    </w:p>
  </w:footnote>
  <w:footnote w:type="continuationSeparator" w:id="0">
    <w:p w14:paraId="2E5F37D9" w14:textId="77777777" w:rsidR="000E61BA" w:rsidRDefault="000E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E61BA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1B62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E4048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28"/>
    <w:rsid w:val="00873863"/>
    <w:rsid w:val="00883926"/>
    <w:rsid w:val="00890496"/>
    <w:rsid w:val="00890F7A"/>
    <w:rsid w:val="00891B3D"/>
    <w:rsid w:val="00893B22"/>
    <w:rsid w:val="00895A7B"/>
    <w:rsid w:val="0089747A"/>
    <w:rsid w:val="008A0961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60DBB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071C0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208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20E8"/>
    <w:rsid w:val="00E03B21"/>
    <w:rsid w:val="00E10E66"/>
    <w:rsid w:val="00E113F8"/>
    <w:rsid w:val="00E16807"/>
    <w:rsid w:val="00E20517"/>
    <w:rsid w:val="00E2432A"/>
    <w:rsid w:val="00E32326"/>
    <w:rsid w:val="00E34238"/>
    <w:rsid w:val="00E363D1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020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4</TotalTime>
  <Pages>2</Pages>
  <Words>293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Marcella Murani</cp:lastModifiedBy>
  <cp:revision>9</cp:revision>
  <cp:lastPrinted>2016-07-15T08:29:00Z</cp:lastPrinted>
  <dcterms:created xsi:type="dcterms:W3CDTF">2022-02-23T19:08:00Z</dcterms:created>
  <dcterms:modified xsi:type="dcterms:W3CDTF">2025-03-04T15:39:00Z</dcterms:modified>
</cp:coreProperties>
</file>